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3402"/>
      </w:tblGrid>
      <w:tr w:rsidR="00D40650" w14:paraId="711C532A" w14:textId="77777777" w:rsidTr="00637520">
        <w:trPr>
          <w:trHeight w:val="2353"/>
        </w:trPr>
        <w:tc>
          <w:tcPr>
            <w:tcW w:w="5670" w:type="dxa"/>
          </w:tcPr>
          <w:p w14:paraId="2B908BC8" w14:textId="77777777" w:rsidR="00D40650" w:rsidRPr="00A10E66" w:rsidRDefault="006B5640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7216" behindDoc="0" locked="0" layoutInCell="1" allowOverlap="1" wp14:anchorId="364221DD" wp14:editId="2219E45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2" w:type="dxa"/>
          </w:tcPr>
          <w:p w14:paraId="634F37CB" w14:textId="77777777" w:rsidR="00BC1A62" w:rsidRPr="00BC1A62" w:rsidRDefault="00BC1A62" w:rsidP="00637520">
            <w:pPr>
              <w:pStyle w:val="AK"/>
              <w:ind w:left="0"/>
              <w:jc w:val="left"/>
            </w:pPr>
          </w:p>
        </w:tc>
      </w:tr>
      <w:tr w:rsidR="0076054B" w:rsidRPr="001D4CFB" w14:paraId="799518D0" w14:textId="77777777" w:rsidTr="00637520">
        <w:trPr>
          <w:trHeight w:val="1985"/>
        </w:trPr>
        <w:tc>
          <w:tcPr>
            <w:tcW w:w="5670" w:type="dxa"/>
          </w:tcPr>
          <w:p w14:paraId="66AF6C17" w14:textId="77777777" w:rsidR="0076054B" w:rsidRDefault="007F69B5" w:rsidP="00110BCA">
            <w:pPr>
              <w:pStyle w:val="Liik"/>
            </w:pPr>
            <w:r>
              <w:t>ettekirjutus</w:t>
            </w:r>
          </w:p>
          <w:p w14:paraId="72D295AE" w14:textId="77777777" w:rsidR="0076054B" w:rsidRPr="006B118C" w:rsidRDefault="0076054B" w:rsidP="0076054B"/>
          <w:p w14:paraId="13C5208F" w14:textId="77777777" w:rsidR="0076054B" w:rsidRPr="006B118C" w:rsidRDefault="00FC433D" w:rsidP="0076054B">
            <w:r>
              <w:t>Rakvere</w:t>
            </w:r>
          </w:p>
        </w:tc>
        <w:tc>
          <w:tcPr>
            <w:tcW w:w="3402" w:type="dxa"/>
          </w:tcPr>
          <w:p w14:paraId="0C7EDA9B" w14:textId="4A5B5E93" w:rsidR="0076054B" w:rsidRPr="0076054B" w:rsidRDefault="00917E60" w:rsidP="00434A2C">
            <w:pPr>
              <w:pStyle w:val="Kuupev"/>
              <w:jc w:val="both"/>
              <w:rPr>
                <w:i/>
                <w:iCs/>
              </w:rPr>
            </w:pPr>
            <w:r>
              <w:t>2</w:t>
            </w:r>
            <w:r w:rsidR="00794E48">
              <w:t>3</w:t>
            </w:r>
            <w:r w:rsidR="00F9209C">
              <w:t>.</w:t>
            </w:r>
            <w:r w:rsidR="002848FF">
              <w:t>0</w:t>
            </w:r>
            <w:r w:rsidR="00794E48">
              <w:t>8</w:t>
            </w:r>
            <w:r w:rsidR="00F9209C">
              <w:t>.20</w:t>
            </w:r>
            <w:r w:rsidR="00CC1174">
              <w:t>2</w:t>
            </w:r>
            <w:r w:rsidR="00794E48">
              <w:t>4</w:t>
            </w:r>
            <w:r w:rsidR="00F9209C">
              <w:t xml:space="preserve"> nr 7.2-6.</w:t>
            </w:r>
            <w:r w:rsidR="00C2207C">
              <w:t>4</w:t>
            </w:r>
            <w:r w:rsidR="00F9209C">
              <w:t>/</w:t>
            </w:r>
            <w:r w:rsidR="00BA13A0">
              <w:t>64</w:t>
            </w:r>
          </w:p>
        </w:tc>
      </w:tr>
    </w:tbl>
    <w:p w14:paraId="2995422C" w14:textId="77777777" w:rsidR="00CC579C" w:rsidRPr="00CC579C" w:rsidRDefault="00CC579C" w:rsidP="00CC579C">
      <w:pPr>
        <w:widowControl/>
        <w:suppressAutoHyphens w:val="0"/>
        <w:spacing w:line="240" w:lineRule="auto"/>
        <w:jc w:val="left"/>
        <w:rPr>
          <w:rFonts w:eastAsia="Times New Roman"/>
          <w:b/>
          <w:kern w:val="0"/>
          <w:lang w:eastAsia="en-US" w:bidi="ar-SA"/>
        </w:rPr>
      </w:pPr>
      <w:r w:rsidRPr="00CC579C">
        <w:rPr>
          <w:rFonts w:eastAsia="Times New Roman"/>
          <w:b/>
          <w:kern w:val="0"/>
          <w:lang w:eastAsia="en-US" w:bidi="ar-SA"/>
        </w:rPr>
        <w:t>Haldusakti kehtivuse peatamine</w:t>
      </w:r>
    </w:p>
    <w:p w14:paraId="1919AC93" w14:textId="77777777" w:rsidR="00CC579C" w:rsidRDefault="00CC579C" w:rsidP="00637520">
      <w:pPr>
        <w:pStyle w:val="Vahedeta"/>
      </w:pPr>
    </w:p>
    <w:p w14:paraId="1C6C5D53" w14:textId="77777777" w:rsidR="00CC579C" w:rsidRDefault="00CC579C" w:rsidP="00637520">
      <w:pPr>
        <w:pStyle w:val="Vahedeta"/>
      </w:pPr>
    </w:p>
    <w:p w14:paraId="13728757" w14:textId="3D6421CB" w:rsidR="00CC579C" w:rsidRDefault="00CC579C" w:rsidP="00637520">
      <w:pPr>
        <w:pStyle w:val="Vahedeta"/>
      </w:pPr>
      <w:r>
        <w:t>Aadressil Tallinna 49, Rakvere, Lääne-Viru maakond asuva hoone omanik Kristo Kalvistu teavitas Päästeameti Ida päästekeskust, et nimetatud aadressil asuvat hoonet ei kasutata.</w:t>
      </w:r>
    </w:p>
    <w:p w14:paraId="505C6751" w14:textId="77777777" w:rsidR="00CC579C" w:rsidRDefault="00CC579C" w:rsidP="00637520">
      <w:pPr>
        <w:pStyle w:val="Vahedeta"/>
      </w:pPr>
    </w:p>
    <w:p w14:paraId="2328BC48" w14:textId="5209A2E4" w:rsidR="00CC579C" w:rsidRDefault="00F2162D" w:rsidP="00F2162D">
      <w:pPr>
        <w:pStyle w:val="Default"/>
      </w:pPr>
      <w:r>
        <w:t xml:space="preserve">Lähtudes eeltoodust </w:t>
      </w:r>
      <w:r>
        <w:rPr>
          <w:color w:val="auto"/>
          <w:sz w:val="23"/>
          <w:szCs w:val="23"/>
        </w:rPr>
        <w:t>ning haldusmenetluse seaduse § 64 lõige 1 ja § 65 lõige 3 alusel otsustas</w:t>
      </w:r>
    </w:p>
    <w:p w14:paraId="207A1A4B" w14:textId="77777777" w:rsidR="00F2162D" w:rsidRDefault="00F2162D" w:rsidP="00F2162D">
      <w:pPr>
        <w:pStyle w:val="Vahedeta"/>
      </w:pPr>
      <w:r>
        <w:t>Päästeameti Ida päästekeskus</w:t>
      </w:r>
      <w:r>
        <w:t xml:space="preserve"> peatada 25.03.2019 antud ettekirjutuse nr 7.2-6.4/737 puntide </w:t>
      </w:r>
    </w:p>
    <w:p w14:paraId="4FC4F0BE" w14:textId="02260A56" w:rsidR="00CC579C" w:rsidRDefault="00F2162D" w:rsidP="00F2162D">
      <w:pPr>
        <w:pStyle w:val="Vahedeta"/>
      </w:pPr>
      <w:r>
        <w:t xml:space="preserve">1, 2, 3, 4, 5 ja 6 </w:t>
      </w:r>
      <w:r>
        <w:rPr>
          <w:sz w:val="23"/>
          <w:szCs w:val="23"/>
        </w:rPr>
        <w:t>kehtivuse</w:t>
      </w:r>
      <w:r w:rsidR="00E26ECD">
        <w:rPr>
          <w:sz w:val="23"/>
          <w:szCs w:val="23"/>
        </w:rPr>
        <w:t xml:space="preserve"> ning</w:t>
      </w:r>
      <w:r w:rsidR="00E26ECD" w:rsidRPr="00E26ECD">
        <w:t xml:space="preserve"> </w:t>
      </w:r>
      <w:r w:rsidR="00E26ECD">
        <w:t>nende punktidega</w:t>
      </w:r>
      <w:r w:rsidR="00E26ECD">
        <w:t xml:space="preserve"> kaasnenud sunnivahendi rakendamise hoiatuse</w:t>
      </w:r>
      <w:r w:rsidR="00E26ECD">
        <w:t>d</w:t>
      </w:r>
      <w:r>
        <w:rPr>
          <w:sz w:val="23"/>
          <w:szCs w:val="23"/>
        </w:rPr>
        <w:t>,</w:t>
      </w:r>
      <w:r>
        <w:rPr>
          <w:sz w:val="23"/>
          <w:szCs w:val="23"/>
        </w:rPr>
        <w:t xml:space="preserve"> kuni hoones alustatakse taas avalikkusele teenuse pakkumist</w:t>
      </w:r>
      <w:r>
        <w:rPr>
          <w:sz w:val="23"/>
          <w:szCs w:val="23"/>
        </w:rPr>
        <w:t>.</w:t>
      </w:r>
    </w:p>
    <w:p w14:paraId="309ABC10" w14:textId="77777777" w:rsidR="00CC579C" w:rsidRDefault="00CC579C" w:rsidP="00637520">
      <w:pPr>
        <w:pStyle w:val="Vahedeta"/>
      </w:pPr>
    </w:p>
    <w:p w14:paraId="12FEB7E4" w14:textId="3C739F59" w:rsidR="00C62340" w:rsidRDefault="00C62340" w:rsidP="00C62340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Tegevuse uuesti alustamisel pea</w:t>
      </w:r>
      <w:r w:rsidR="00BA13A0">
        <w:rPr>
          <w:b/>
          <w:bCs/>
          <w:color w:val="auto"/>
          <w:sz w:val="23"/>
          <w:szCs w:val="23"/>
        </w:rPr>
        <w:t>vad</w:t>
      </w:r>
      <w:r>
        <w:rPr>
          <w:b/>
          <w:bCs/>
          <w:color w:val="auto"/>
          <w:sz w:val="23"/>
          <w:szCs w:val="23"/>
        </w:rPr>
        <w:t xml:space="preserve"> olema täidetud eelnimetatud riikliku tuleohutusjärelevalve ametniku ettekirjutuse nõu</w:t>
      </w:r>
      <w:r w:rsidR="00B74824">
        <w:rPr>
          <w:b/>
          <w:bCs/>
          <w:color w:val="auto"/>
          <w:sz w:val="23"/>
          <w:szCs w:val="23"/>
        </w:rPr>
        <w:t>ded</w:t>
      </w:r>
      <w:r>
        <w:rPr>
          <w:b/>
          <w:bCs/>
          <w:color w:val="auto"/>
          <w:sz w:val="23"/>
          <w:szCs w:val="23"/>
        </w:rPr>
        <w:t xml:space="preserve">. </w:t>
      </w:r>
    </w:p>
    <w:p w14:paraId="65EEBEDE" w14:textId="77777777" w:rsidR="00C62340" w:rsidRDefault="00C62340" w:rsidP="00C62340">
      <w:pPr>
        <w:pStyle w:val="Vahedeta"/>
        <w:rPr>
          <w:sz w:val="23"/>
          <w:szCs w:val="23"/>
        </w:rPr>
      </w:pPr>
    </w:p>
    <w:p w14:paraId="5D7B9587" w14:textId="6F3053B7" w:rsidR="00CC579C" w:rsidRDefault="00C62340" w:rsidP="00C62340">
      <w:pPr>
        <w:pStyle w:val="Vahedeta"/>
      </w:pPr>
      <w:r>
        <w:rPr>
          <w:sz w:val="23"/>
          <w:szCs w:val="23"/>
        </w:rPr>
        <w:t xml:space="preserve">Hoone kasutusotstarbe ja omaniku muutumisel vaadatakse Päästeameti </w:t>
      </w:r>
      <w:r w:rsidR="00B74824">
        <w:rPr>
          <w:sz w:val="23"/>
          <w:szCs w:val="23"/>
        </w:rPr>
        <w:t>Ida</w:t>
      </w:r>
      <w:r>
        <w:rPr>
          <w:sz w:val="23"/>
          <w:szCs w:val="23"/>
        </w:rPr>
        <w:t xml:space="preserve"> päästekeskuse poolt üle hoonele kehtestatud tuleohutusnõuded ning antud haldusaktid.</w:t>
      </w:r>
    </w:p>
    <w:p w14:paraId="5EBD81D7" w14:textId="77777777" w:rsidR="00B74824" w:rsidRDefault="00B74824" w:rsidP="00637520">
      <w:pPr>
        <w:pStyle w:val="Vahedeta"/>
      </w:pPr>
    </w:p>
    <w:p w14:paraId="45FE3945" w14:textId="3576A794" w:rsidR="00F9209C" w:rsidRPr="00F9209C" w:rsidRDefault="00B74824" w:rsidP="00F9209C">
      <w:pPr>
        <w:widowControl/>
        <w:suppressAutoHyphens w:val="0"/>
        <w:spacing w:line="240" w:lineRule="auto"/>
        <w:rPr>
          <w:rFonts w:eastAsiaTheme="minorEastAsia"/>
          <w:kern w:val="0"/>
          <w:lang w:eastAsia="en-US" w:bidi="ar-SA"/>
        </w:rPr>
      </w:pPr>
      <w:r>
        <w:rPr>
          <w:rFonts w:eastAsiaTheme="minorEastAsia"/>
          <w:kern w:val="0"/>
          <w:lang w:eastAsia="en-US" w:bidi="ar-SA"/>
        </w:rPr>
        <w:t>J</w:t>
      </w:r>
      <w:r w:rsidR="00F9209C" w:rsidRPr="00F9209C">
        <w:rPr>
          <w:rFonts w:eastAsiaTheme="minorEastAsia"/>
          <w:kern w:val="0"/>
          <w:lang w:eastAsia="en-US" w:bidi="ar-SA"/>
        </w:rPr>
        <w:t xml:space="preserve">uhul kui haldusakti adressaat leiab, et haldusaktiga või haldusmenetluse käigus on rikutud tema õigusi või piiratud tema vabadusi, on tal õigus esitada vaie Päästeametile (Raua 2, 10124 Tallinn, </w:t>
      </w:r>
      <w:hyperlink r:id="rId9" w:history="1">
        <w:r w:rsidR="00F9209C" w:rsidRPr="00F9209C">
          <w:rPr>
            <w:rFonts w:eastAsiaTheme="minorEastAsia"/>
            <w:color w:val="0000FF"/>
            <w:kern w:val="0"/>
            <w:u w:val="single"/>
            <w:lang w:eastAsia="en-US" w:bidi="ar-SA"/>
          </w:rPr>
          <w:t>rescue@rescue.ee</w:t>
        </w:r>
      </w:hyperlink>
      <w:r w:rsidR="00F9209C" w:rsidRPr="00F9209C">
        <w:rPr>
          <w:rFonts w:eastAsiaTheme="minorEastAsia"/>
          <w:kern w:val="0"/>
          <w:lang w:eastAsia="en-US" w:bidi="ar-SA"/>
        </w:rPr>
        <w:t xml:space="preserve">) või Tartu Halduskohtu Jõhvi kohtumajja (Kooli 2A, 41532 Jõhvi, </w:t>
      </w:r>
    </w:p>
    <w:p w14:paraId="44E7E289" w14:textId="77777777" w:rsidR="00F9209C" w:rsidRPr="00F9209C" w:rsidRDefault="00000000" w:rsidP="00F9209C">
      <w:pPr>
        <w:widowControl/>
        <w:suppressAutoHyphens w:val="0"/>
        <w:spacing w:line="240" w:lineRule="auto"/>
        <w:rPr>
          <w:rFonts w:eastAsiaTheme="minorEastAsia"/>
          <w:kern w:val="0"/>
          <w:lang w:eastAsia="en-US" w:bidi="ar-SA"/>
        </w:rPr>
      </w:pPr>
      <w:hyperlink r:id="rId10" w:history="1">
        <w:r w:rsidR="00F9209C" w:rsidRPr="00F9209C">
          <w:rPr>
            <w:rFonts w:eastAsiaTheme="minorEastAsia"/>
            <w:color w:val="0000FF"/>
            <w:kern w:val="0"/>
            <w:u w:val="single"/>
            <w:lang w:eastAsia="en-US" w:bidi="ar-SA"/>
          </w:rPr>
          <w:t>trthkjohvi.menetlus@kohus.ee</w:t>
        </w:r>
      </w:hyperlink>
      <w:r w:rsidR="00F9209C" w:rsidRPr="00F9209C">
        <w:rPr>
          <w:rFonts w:eastAsiaTheme="minorEastAsia"/>
          <w:kern w:val="0"/>
          <w:lang w:eastAsia="en-US" w:bidi="ar-SA"/>
        </w:rPr>
        <w:t xml:space="preserve">) 30 päeva jooksul arvates päevast, millal ta vaidlustatavast </w:t>
      </w:r>
    </w:p>
    <w:p w14:paraId="0EEA6CC7" w14:textId="77777777" w:rsidR="00F9209C" w:rsidRPr="00F9209C" w:rsidRDefault="00F9209C" w:rsidP="00F9209C">
      <w:pPr>
        <w:widowControl/>
        <w:suppressAutoHyphens w:val="0"/>
        <w:spacing w:line="240" w:lineRule="auto"/>
        <w:rPr>
          <w:rFonts w:eastAsiaTheme="minorEastAsia"/>
          <w:kern w:val="0"/>
          <w:lang w:eastAsia="en-US" w:bidi="ar-SA"/>
        </w:rPr>
      </w:pPr>
      <w:r w:rsidRPr="00F9209C">
        <w:rPr>
          <w:rFonts w:eastAsiaTheme="minorEastAsia"/>
          <w:kern w:val="0"/>
          <w:lang w:eastAsia="en-US" w:bidi="ar-SA"/>
        </w:rPr>
        <w:t>haldusaktist teada sai või oleks pidanud teada saama.</w:t>
      </w:r>
    </w:p>
    <w:p w14:paraId="525BBAF3" w14:textId="77777777" w:rsidR="00D003DF" w:rsidRDefault="00D003DF" w:rsidP="00F9209C">
      <w:pPr>
        <w:widowControl/>
        <w:suppressAutoHyphens w:val="0"/>
        <w:spacing w:line="240" w:lineRule="auto"/>
        <w:rPr>
          <w:rFonts w:eastAsiaTheme="minorEastAsia"/>
          <w:b/>
          <w:kern w:val="0"/>
          <w:lang w:eastAsia="en-US" w:bidi="ar-SA"/>
        </w:rPr>
      </w:pPr>
    </w:p>
    <w:p w14:paraId="241FE002" w14:textId="77777777" w:rsidR="00802C30" w:rsidRDefault="00A440B5" w:rsidP="00F9209C">
      <w:pPr>
        <w:widowControl/>
        <w:suppressAutoHyphens w:val="0"/>
        <w:spacing w:line="240" w:lineRule="auto"/>
        <w:rPr>
          <w:rFonts w:eastAsiaTheme="minorEastAsia"/>
          <w:b/>
          <w:kern w:val="0"/>
          <w:lang w:eastAsia="en-US" w:bidi="ar-SA"/>
        </w:rPr>
      </w:pPr>
      <w:r>
        <w:rPr>
          <w:rFonts w:eastAsiaTheme="minorEastAsia"/>
          <w:b/>
          <w:kern w:val="0"/>
          <w:lang w:eastAsia="en-US" w:bidi="ar-SA"/>
        </w:rPr>
        <w:t>Ettekirjutus</w:t>
      </w:r>
      <w:r w:rsidR="005A10AE">
        <w:rPr>
          <w:rFonts w:eastAsiaTheme="minorEastAsia"/>
          <w:b/>
          <w:kern w:val="0"/>
          <w:lang w:eastAsia="en-US" w:bidi="ar-SA"/>
        </w:rPr>
        <w:t>t</w:t>
      </w:r>
      <w:r w:rsidR="00F9209C" w:rsidRPr="00FE34B5">
        <w:rPr>
          <w:rFonts w:eastAsiaTheme="minorEastAsia"/>
          <w:b/>
          <w:kern w:val="0"/>
          <w:lang w:eastAsia="en-US" w:bidi="ar-SA"/>
        </w:rPr>
        <w:t>e täitmisest palume meid informee</w:t>
      </w:r>
      <w:r w:rsidR="006A34FB">
        <w:rPr>
          <w:rFonts w:eastAsiaTheme="minorEastAsia"/>
          <w:b/>
          <w:kern w:val="0"/>
          <w:lang w:eastAsia="en-US" w:bidi="ar-SA"/>
        </w:rPr>
        <w:t>rida kirjalikult postiaadressil</w:t>
      </w:r>
      <w:r w:rsidR="00F9209C" w:rsidRPr="00FE34B5">
        <w:rPr>
          <w:rFonts w:eastAsiaTheme="minorEastAsia"/>
          <w:b/>
          <w:kern w:val="0"/>
          <w:lang w:eastAsia="en-US" w:bidi="ar-SA"/>
        </w:rPr>
        <w:t xml:space="preserve"> </w:t>
      </w:r>
    </w:p>
    <w:p w14:paraId="75E17D7F" w14:textId="77777777" w:rsidR="00D215F9" w:rsidRDefault="00F9209C" w:rsidP="00F9209C">
      <w:pPr>
        <w:widowControl/>
        <w:suppressAutoHyphens w:val="0"/>
        <w:spacing w:line="240" w:lineRule="auto"/>
        <w:rPr>
          <w:rFonts w:eastAsiaTheme="minorEastAsia"/>
          <w:b/>
          <w:kern w:val="0"/>
          <w:lang w:eastAsia="en-US" w:bidi="ar-SA"/>
        </w:rPr>
      </w:pPr>
      <w:r w:rsidRPr="00FE34B5">
        <w:rPr>
          <w:rFonts w:eastAsiaTheme="minorEastAsia"/>
          <w:b/>
          <w:kern w:val="0"/>
          <w:lang w:eastAsia="en-US" w:bidi="ar-SA"/>
        </w:rPr>
        <w:t xml:space="preserve">Fr. R. Kreutzwaldi 5a, Rakvere, Lääne-Virumaa või digitaalselt allkirjastatud </w:t>
      </w:r>
    </w:p>
    <w:p w14:paraId="669869FE" w14:textId="77777777" w:rsidR="00F9209C" w:rsidRPr="00FE34B5" w:rsidRDefault="00F9209C" w:rsidP="00F9209C">
      <w:pPr>
        <w:widowControl/>
        <w:suppressAutoHyphens w:val="0"/>
        <w:spacing w:line="240" w:lineRule="auto"/>
        <w:rPr>
          <w:rFonts w:eastAsiaTheme="minorEastAsia"/>
          <w:b/>
          <w:kern w:val="0"/>
          <w:lang w:eastAsia="en-US" w:bidi="ar-SA"/>
        </w:rPr>
      </w:pPr>
      <w:r w:rsidRPr="00FE34B5">
        <w:rPr>
          <w:rFonts w:eastAsiaTheme="minorEastAsia"/>
          <w:b/>
          <w:kern w:val="0"/>
          <w:lang w:eastAsia="en-US" w:bidi="ar-SA"/>
        </w:rPr>
        <w:t>dokumendina e-posti aadressil taisto.toiger@rescue.ee.</w:t>
      </w:r>
    </w:p>
    <w:p w14:paraId="00273508" w14:textId="77777777" w:rsidR="00A5243D" w:rsidRDefault="00A5243D" w:rsidP="007F69B5"/>
    <w:p w14:paraId="7B2A1BC4" w14:textId="77777777" w:rsidR="00C8246E" w:rsidRDefault="00C8246E" w:rsidP="00C8246E">
      <w:pPr>
        <w:pStyle w:val="Tekst"/>
        <w:rPr>
          <w:rFonts w:cs="Times New Roman"/>
        </w:rPr>
      </w:pPr>
    </w:p>
    <w:p w14:paraId="19782053" w14:textId="77777777" w:rsidR="00C8246E" w:rsidRDefault="00C8246E" w:rsidP="00C8246E">
      <w:pPr>
        <w:pStyle w:val="Tekst"/>
      </w:pPr>
      <w:r>
        <w:t>(allkirjastatud digitaalselt)</w:t>
      </w:r>
    </w:p>
    <w:p w14:paraId="307CC43B" w14:textId="77777777" w:rsidR="009D0F3C" w:rsidRPr="00E50FB7" w:rsidRDefault="00284A0B" w:rsidP="009D0F3C">
      <w:r>
        <w:t>Taisto Toiger</w:t>
      </w:r>
    </w:p>
    <w:p w14:paraId="3D80C820" w14:textId="55DE4516" w:rsidR="009D0F3C" w:rsidRDefault="00794E48" w:rsidP="009D0F3C">
      <w:r>
        <w:t>o</w:t>
      </w:r>
      <w:r w:rsidR="00130B6B">
        <w:t>hutusjärelevalve</w:t>
      </w:r>
      <w:r w:rsidR="009D0F3C">
        <w:t xml:space="preserve"> b</w:t>
      </w:r>
      <w:r>
        <w:t xml:space="preserve">üroo </w:t>
      </w:r>
      <w:r w:rsidR="009D0F3C">
        <w:t>inspektor</w:t>
      </w:r>
    </w:p>
    <w:p w14:paraId="108A526A" w14:textId="77777777" w:rsidR="009D0F3C" w:rsidRDefault="00284A0B" w:rsidP="009D0F3C">
      <w:r>
        <w:t>Ida</w:t>
      </w:r>
      <w:r w:rsidR="009D0F3C">
        <w:t xml:space="preserve"> päästekeskus</w:t>
      </w:r>
    </w:p>
    <w:p w14:paraId="2F54F335" w14:textId="77777777" w:rsidR="00794E48" w:rsidRDefault="00794E48" w:rsidP="009D0F3C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+372 53986812</w:t>
      </w:r>
    </w:p>
    <w:p w14:paraId="7A8C8717" w14:textId="4ACCD6B0" w:rsidR="009D0F3C" w:rsidRDefault="00000000" w:rsidP="009D0F3C">
      <w:hyperlink r:id="rId11" w:history="1">
        <w:r w:rsidR="00863828" w:rsidRPr="00BA1476">
          <w:rPr>
            <w:rStyle w:val="Hperlink"/>
          </w:rPr>
          <w:t>taisto.toiger@rescue.ee</w:t>
        </w:r>
      </w:hyperlink>
    </w:p>
    <w:p w14:paraId="7C27644E" w14:textId="77777777" w:rsidR="008D50D6" w:rsidRDefault="008D50D6" w:rsidP="008D50D6"/>
    <w:p w14:paraId="530186B6" w14:textId="32D7E7CF" w:rsidR="009E6EDE" w:rsidRDefault="008D50D6" w:rsidP="00B74824">
      <w:r w:rsidRPr="0014529D">
        <w:t>Käesolev ettekirjutus on saadetud elektrooniliselt:</w:t>
      </w:r>
      <w:r w:rsidR="00D73029">
        <w:t xml:space="preserve"> </w:t>
      </w:r>
      <w:hyperlink r:id="rId12" w:history="1">
        <w:r w:rsidR="00B74824" w:rsidRPr="0003167C">
          <w:rPr>
            <w:rStyle w:val="Hperlink"/>
          </w:rPr>
          <w:t>kristo@k-kummid.ee</w:t>
        </w:r>
      </w:hyperlink>
    </w:p>
    <w:p w14:paraId="7C99E063" w14:textId="77777777" w:rsidR="009E6EDE" w:rsidRDefault="009E6EDE" w:rsidP="008224E4">
      <w:pPr>
        <w:pStyle w:val="Adressaat"/>
      </w:pPr>
    </w:p>
    <w:p w14:paraId="2602807F" w14:textId="3A25DD65" w:rsidR="00B74824" w:rsidRPr="00BD078E" w:rsidRDefault="00B74824" w:rsidP="008224E4">
      <w:pPr>
        <w:pStyle w:val="Adressaat"/>
      </w:pPr>
      <w:r>
        <w:t xml:space="preserve">Lisa: Ettekirjutuse </w:t>
      </w:r>
      <w:r>
        <w:t>nr 7.2-6.4/737</w:t>
      </w:r>
      <w:r w:rsidR="00794E48">
        <w:t xml:space="preserve"> koopia</w:t>
      </w:r>
    </w:p>
    <w:sectPr w:rsidR="00B74824" w:rsidRPr="00BD078E" w:rsidSect="00110BCA">
      <w:headerReference w:type="default" r:id="rId13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06ECA" w14:textId="77777777" w:rsidR="001845D0" w:rsidRDefault="001845D0" w:rsidP="00DF44DF">
      <w:r>
        <w:separator/>
      </w:r>
    </w:p>
  </w:endnote>
  <w:endnote w:type="continuationSeparator" w:id="0">
    <w:p w14:paraId="74E9F329" w14:textId="77777777" w:rsidR="001845D0" w:rsidRDefault="001845D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1EC31" w14:textId="77777777" w:rsidR="001845D0" w:rsidRDefault="001845D0" w:rsidP="00DF44DF">
      <w:r>
        <w:separator/>
      </w:r>
    </w:p>
  </w:footnote>
  <w:footnote w:type="continuationSeparator" w:id="0">
    <w:p w14:paraId="631DA370" w14:textId="77777777" w:rsidR="001845D0" w:rsidRDefault="001845D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E967E" w14:textId="77777777" w:rsidR="00110BCA" w:rsidRDefault="003F1586" w:rsidP="00110BCA">
    <w:pPr>
      <w:pStyle w:val="Jalus"/>
      <w:tabs>
        <w:tab w:val="clear" w:pos="4536"/>
        <w:tab w:val="clear" w:pos="9072"/>
      </w:tabs>
      <w:jc w:val="center"/>
      <w:rPr>
        <w:sz w:val="20"/>
        <w:szCs w:val="24"/>
      </w:rPr>
    </w:pP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PAGE </w:instrText>
    </w:r>
    <w:r>
      <w:rPr>
        <w:sz w:val="20"/>
        <w:szCs w:val="24"/>
      </w:rPr>
      <w:fldChar w:fldCharType="separate"/>
    </w:r>
    <w:r w:rsidR="00434A2C">
      <w:rPr>
        <w:noProof/>
        <w:sz w:val="20"/>
        <w:szCs w:val="24"/>
      </w:rPr>
      <w:t>2</w:t>
    </w:r>
    <w:r>
      <w:rPr>
        <w:sz w:val="20"/>
        <w:szCs w:val="24"/>
      </w:rPr>
      <w:fldChar w:fldCharType="end"/>
    </w:r>
  </w:p>
  <w:p w14:paraId="24903A10" w14:textId="77777777" w:rsidR="00110BCA" w:rsidRDefault="00110BC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AF3E50"/>
    <w:multiLevelType w:val="hybridMultilevel"/>
    <w:tmpl w:val="5F8E5DCE"/>
    <w:lvl w:ilvl="0" w:tplc="C9928C3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73501353"/>
    <w:multiLevelType w:val="hybridMultilevel"/>
    <w:tmpl w:val="1CF8A1F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75767486">
    <w:abstractNumId w:val="0"/>
  </w:num>
  <w:num w:numId="2" w16cid:durableId="1494949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46E"/>
    <w:rsid w:val="00000527"/>
    <w:rsid w:val="00000C46"/>
    <w:rsid w:val="000015D4"/>
    <w:rsid w:val="000021C6"/>
    <w:rsid w:val="0000416D"/>
    <w:rsid w:val="00005941"/>
    <w:rsid w:val="00005A2B"/>
    <w:rsid w:val="00005A36"/>
    <w:rsid w:val="0001002D"/>
    <w:rsid w:val="00010E28"/>
    <w:rsid w:val="00013A6F"/>
    <w:rsid w:val="000247E8"/>
    <w:rsid w:val="00027595"/>
    <w:rsid w:val="000277F3"/>
    <w:rsid w:val="00030338"/>
    <w:rsid w:val="000327DF"/>
    <w:rsid w:val="00035E3A"/>
    <w:rsid w:val="00042894"/>
    <w:rsid w:val="0004665A"/>
    <w:rsid w:val="00047139"/>
    <w:rsid w:val="00056183"/>
    <w:rsid w:val="000608F8"/>
    <w:rsid w:val="00060947"/>
    <w:rsid w:val="0006157E"/>
    <w:rsid w:val="000624A3"/>
    <w:rsid w:val="0006442D"/>
    <w:rsid w:val="00064B4F"/>
    <w:rsid w:val="0006516E"/>
    <w:rsid w:val="00065C4E"/>
    <w:rsid w:val="00067EBE"/>
    <w:rsid w:val="00073127"/>
    <w:rsid w:val="0007386B"/>
    <w:rsid w:val="000761BB"/>
    <w:rsid w:val="00076912"/>
    <w:rsid w:val="00076E97"/>
    <w:rsid w:val="00081B2A"/>
    <w:rsid w:val="000829EC"/>
    <w:rsid w:val="0008338A"/>
    <w:rsid w:val="000913FC"/>
    <w:rsid w:val="000A0FBE"/>
    <w:rsid w:val="000A487A"/>
    <w:rsid w:val="000A4DE0"/>
    <w:rsid w:val="000A6E5C"/>
    <w:rsid w:val="000A7208"/>
    <w:rsid w:val="000A745F"/>
    <w:rsid w:val="000B0574"/>
    <w:rsid w:val="000B07BC"/>
    <w:rsid w:val="000B23D2"/>
    <w:rsid w:val="000B5602"/>
    <w:rsid w:val="000B62F6"/>
    <w:rsid w:val="000C0E8A"/>
    <w:rsid w:val="000C2FC2"/>
    <w:rsid w:val="000C51BE"/>
    <w:rsid w:val="000C638A"/>
    <w:rsid w:val="000D17D8"/>
    <w:rsid w:val="000D3621"/>
    <w:rsid w:val="000D72E4"/>
    <w:rsid w:val="000E278A"/>
    <w:rsid w:val="000E470F"/>
    <w:rsid w:val="000E4F8D"/>
    <w:rsid w:val="000F1EA7"/>
    <w:rsid w:val="000F278D"/>
    <w:rsid w:val="00102CE4"/>
    <w:rsid w:val="00104FE7"/>
    <w:rsid w:val="00107040"/>
    <w:rsid w:val="00107A23"/>
    <w:rsid w:val="00107F54"/>
    <w:rsid w:val="00110BCA"/>
    <w:rsid w:val="00111EB9"/>
    <w:rsid w:val="00113044"/>
    <w:rsid w:val="0011361D"/>
    <w:rsid w:val="00113EA8"/>
    <w:rsid w:val="00117518"/>
    <w:rsid w:val="001223D9"/>
    <w:rsid w:val="00124999"/>
    <w:rsid w:val="00130AF7"/>
    <w:rsid w:val="00130B6B"/>
    <w:rsid w:val="001331BC"/>
    <w:rsid w:val="0013370E"/>
    <w:rsid w:val="00133B84"/>
    <w:rsid w:val="00137902"/>
    <w:rsid w:val="001407FA"/>
    <w:rsid w:val="001420DD"/>
    <w:rsid w:val="001423EE"/>
    <w:rsid w:val="00143C0E"/>
    <w:rsid w:val="0014529D"/>
    <w:rsid w:val="00145447"/>
    <w:rsid w:val="001468FA"/>
    <w:rsid w:val="00147558"/>
    <w:rsid w:val="0015435B"/>
    <w:rsid w:val="001568FC"/>
    <w:rsid w:val="0016219F"/>
    <w:rsid w:val="0016409B"/>
    <w:rsid w:val="0016759D"/>
    <w:rsid w:val="00167D38"/>
    <w:rsid w:val="00172E02"/>
    <w:rsid w:val="001730C9"/>
    <w:rsid w:val="001831D7"/>
    <w:rsid w:val="0018450A"/>
    <w:rsid w:val="001845D0"/>
    <w:rsid w:val="00185438"/>
    <w:rsid w:val="00196A16"/>
    <w:rsid w:val="001A7D04"/>
    <w:rsid w:val="001B19E9"/>
    <w:rsid w:val="001B40CB"/>
    <w:rsid w:val="001B62D5"/>
    <w:rsid w:val="001B6D9C"/>
    <w:rsid w:val="001B7009"/>
    <w:rsid w:val="001B72EB"/>
    <w:rsid w:val="001B75D9"/>
    <w:rsid w:val="001B7B0E"/>
    <w:rsid w:val="001C1BB6"/>
    <w:rsid w:val="001C26A2"/>
    <w:rsid w:val="001C509F"/>
    <w:rsid w:val="001C6A06"/>
    <w:rsid w:val="001C7913"/>
    <w:rsid w:val="001D05CF"/>
    <w:rsid w:val="001D2DEC"/>
    <w:rsid w:val="001D3A55"/>
    <w:rsid w:val="001D4CFB"/>
    <w:rsid w:val="001E59D4"/>
    <w:rsid w:val="001F01F1"/>
    <w:rsid w:val="001F2924"/>
    <w:rsid w:val="001F2EFB"/>
    <w:rsid w:val="001F67AD"/>
    <w:rsid w:val="001F7721"/>
    <w:rsid w:val="002008A2"/>
    <w:rsid w:val="002013D8"/>
    <w:rsid w:val="0020140D"/>
    <w:rsid w:val="002061CC"/>
    <w:rsid w:val="002109CB"/>
    <w:rsid w:val="00210C96"/>
    <w:rsid w:val="002220D4"/>
    <w:rsid w:val="0022269C"/>
    <w:rsid w:val="00223B3D"/>
    <w:rsid w:val="002244A8"/>
    <w:rsid w:val="002265BB"/>
    <w:rsid w:val="0023234C"/>
    <w:rsid w:val="00234478"/>
    <w:rsid w:val="00237644"/>
    <w:rsid w:val="00242E51"/>
    <w:rsid w:val="00243529"/>
    <w:rsid w:val="00244CAC"/>
    <w:rsid w:val="00250782"/>
    <w:rsid w:val="002550AE"/>
    <w:rsid w:val="00255E3D"/>
    <w:rsid w:val="00256AE8"/>
    <w:rsid w:val="00257F63"/>
    <w:rsid w:val="002634C9"/>
    <w:rsid w:val="00263B80"/>
    <w:rsid w:val="0026456A"/>
    <w:rsid w:val="002647E2"/>
    <w:rsid w:val="00264C9E"/>
    <w:rsid w:val="00274E15"/>
    <w:rsid w:val="00277EC3"/>
    <w:rsid w:val="00280B02"/>
    <w:rsid w:val="002835BB"/>
    <w:rsid w:val="0028417F"/>
    <w:rsid w:val="002848FF"/>
    <w:rsid w:val="00284A0B"/>
    <w:rsid w:val="002868D6"/>
    <w:rsid w:val="00292F49"/>
    <w:rsid w:val="002933D8"/>
    <w:rsid w:val="00293449"/>
    <w:rsid w:val="00296BA1"/>
    <w:rsid w:val="002A1B0D"/>
    <w:rsid w:val="002A21D6"/>
    <w:rsid w:val="002B030C"/>
    <w:rsid w:val="002B6066"/>
    <w:rsid w:val="002B6180"/>
    <w:rsid w:val="002B76A9"/>
    <w:rsid w:val="002C017C"/>
    <w:rsid w:val="002C09D5"/>
    <w:rsid w:val="002C0E38"/>
    <w:rsid w:val="002C309E"/>
    <w:rsid w:val="002C554E"/>
    <w:rsid w:val="002C76E2"/>
    <w:rsid w:val="002D77AE"/>
    <w:rsid w:val="002E033C"/>
    <w:rsid w:val="002E5CE1"/>
    <w:rsid w:val="002E65C0"/>
    <w:rsid w:val="002F254F"/>
    <w:rsid w:val="002F3A72"/>
    <w:rsid w:val="0030110A"/>
    <w:rsid w:val="00301265"/>
    <w:rsid w:val="0030258F"/>
    <w:rsid w:val="003047D1"/>
    <w:rsid w:val="00305030"/>
    <w:rsid w:val="003111F2"/>
    <w:rsid w:val="00313056"/>
    <w:rsid w:val="0031419C"/>
    <w:rsid w:val="00320118"/>
    <w:rsid w:val="00320FBB"/>
    <w:rsid w:val="00321F55"/>
    <w:rsid w:val="00323F6F"/>
    <w:rsid w:val="0032674A"/>
    <w:rsid w:val="00327E45"/>
    <w:rsid w:val="00332ACE"/>
    <w:rsid w:val="00333632"/>
    <w:rsid w:val="0033393E"/>
    <w:rsid w:val="003360A6"/>
    <w:rsid w:val="0034242C"/>
    <w:rsid w:val="00351B13"/>
    <w:rsid w:val="003526E0"/>
    <w:rsid w:val="00354059"/>
    <w:rsid w:val="0035580D"/>
    <w:rsid w:val="00361ED0"/>
    <w:rsid w:val="00367F7B"/>
    <w:rsid w:val="00372391"/>
    <w:rsid w:val="00373F17"/>
    <w:rsid w:val="00374197"/>
    <w:rsid w:val="00382C5C"/>
    <w:rsid w:val="0038495E"/>
    <w:rsid w:val="00386939"/>
    <w:rsid w:val="00394DCB"/>
    <w:rsid w:val="00395F8D"/>
    <w:rsid w:val="00396446"/>
    <w:rsid w:val="003A6338"/>
    <w:rsid w:val="003B2A9C"/>
    <w:rsid w:val="003B3266"/>
    <w:rsid w:val="003B4F5E"/>
    <w:rsid w:val="003B5C4B"/>
    <w:rsid w:val="003B5C4D"/>
    <w:rsid w:val="003B5E42"/>
    <w:rsid w:val="003C53CD"/>
    <w:rsid w:val="003C6431"/>
    <w:rsid w:val="003C7601"/>
    <w:rsid w:val="003D0D22"/>
    <w:rsid w:val="003D3113"/>
    <w:rsid w:val="003D780D"/>
    <w:rsid w:val="003F1586"/>
    <w:rsid w:val="00403B82"/>
    <w:rsid w:val="00404B4E"/>
    <w:rsid w:val="0041155D"/>
    <w:rsid w:val="004134F0"/>
    <w:rsid w:val="00417FA1"/>
    <w:rsid w:val="00422695"/>
    <w:rsid w:val="00425EBF"/>
    <w:rsid w:val="00434A2C"/>
    <w:rsid w:val="00435A13"/>
    <w:rsid w:val="0044084D"/>
    <w:rsid w:val="00446053"/>
    <w:rsid w:val="004508A8"/>
    <w:rsid w:val="00460641"/>
    <w:rsid w:val="004662FB"/>
    <w:rsid w:val="00467784"/>
    <w:rsid w:val="004704F8"/>
    <w:rsid w:val="00470DFB"/>
    <w:rsid w:val="00471E25"/>
    <w:rsid w:val="00476ECE"/>
    <w:rsid w:val="00483EE7"/>
    <w:rsid w:val="0048555E"/>
    <w:rsid w:val="00494A68"/>
    <w:rsid w:val="004A0477"/>
    <w:rsid w:val="004A102F"/>
    <w:rsid w:val="004A2B5B"/>
    <w:rsid w:val="004A3512"/>
    <w:rsid w:val="004A3EC8"/>
    <w:rsid w:val="004A59C3"/>
    <w:rsid w:val="004A633D"/>
    <w:rsid w:val="004B419F"/>
    <w:rsid w:val="004B735E"/>
    <w:rsid w:val="004C1391"/>
    <w:rsid w:val="004D0369"/>
    <w:rsid w:val="004E166D"/>
    <w:rsid w:val="004E2764"/>
    <w:rsid w:val="004F0207"/>
    <w:rsid w:val="004F5BCB"/>
    <w:rsid w:val="0050252A"/>
    <w:rsid w:val="00502D5F"/>
    <w:rsid w:val="005036E1"/>
    <w:rsid w:val="0050568E"/>
    <w:rsid w:val="00507494"/>
    <w:rsid w:val="005156EF"/>
    <w:rsid w:val="00516574"/>
    <w:rsid w:val="00516E5E"/>
    <w:rsid w:val="0051767D"/>
    <w:rsid w:val="005203F4"/>
    <w:rsid w:val="00520E43"/>
    <w:rsid w:val="00523FA9"/>
    <w:rsid w:val="0052707B"/>
    <w:rsid w:val="00530A89"/>
    <w:rsid w:val="00530FB5"/>
    <w:rsid w:val="00540CF4"/>
    <w:rsid w:val="005419DD"/>
    <w:rsid w:val="005448AD"/>
    <w:rsid w:val="005453F4"/>
    <w:rsid w:val="00546204"/>
    <w:rsid w:val="00550F42"/>
    <w:rsid w:val="005518E1"/>
    <w:rsid w:val="00551E24"/>
    <w:rsid w:val="00552DE6"/>
    <w:rsid w:val="00555DE5"/>
    <w:rsid w:val="00557534"/>
    <w:rsid w:val="005577D2"/>
    <w:rsid w:val="00557FFD"/>
    <w:rsid w:val="00560A92"/>
    <w:rsid w:val="0056160C"/>
    <w:rsid w:val="00561B3D"/>
    <w:rsid w:val="00562DDB"/>
    <w:rsid w:val="00564569"/>
    <w:rsid w:val="005652C1"/>
    <w:rsid w:val="00566D45"/>
    <w:rsid w:val="00567AB9"/>
    <w:rsid w:val="0057251D"/>
    <w:rsid w:val="005725DE"/>
    <w:rsid w:val="00572F55"/>
    <w:rsid w:val="00580974"/>
    <w:rsid w:val="005819EF"/>
    <w:rsid w:val="00590221"/>
    <w:rsid w:val="00591E6F"/>
    <w:rsid w:val="00595964"/>
    <w:rsid w:val="00597C1A"/>
    <w:rsid w:val="00597C3F"/>
    <w:rsid w:val="005A02EA"/>
    <w:rsid w:val="005A0916"/>
    <w:rsid w:val="005A09DF"/>
    <w:rsid w:val="005A10AE"/>
    <w:rsid w:val="005A55E9"/>
    <w:rsid w:val="005A614A"/>
    <w:rsid w:val="005B0583"/>
    <w:rsid w:val="005B236D"/>
    <w:rsid w:val="005B5CE1"/>
    <w:rsid w:val="005B5F6E"/>
    <w:rsid w:val="005B7E6C"/>
    <w:rsid w:val="005C48C1"/>
    <w:rsid w:val="005D10CB"/>
    <w:rsid w:val="005D3908"/>
    <w:rsid w:val="005D75AD"/>
    <w:rsid w:val="005D7AA1"/>
    <w:rsid w:val="005E3AED"/>
    <w:rsid w:val="005E45BB"/>
    <w:rsid w:val="005E722E"/>
    <w:rsid w:val="005F185B"/>
    <w:rsid w:val="005F3B2A"/>
    <w:rsid w:val="005F4BC3"/>
    <w:rsid w:val="00602834"/>
    <w:rsid w:val="00602A1A"/>
    <w:rsid w:val="00604EB3"/>
    <w:rsid w:val="00612AA0"/>
    <w:rsid w:val="006130E8"/>
    <w:rsid w:val="0061683F"/>
    <w:rsid w:val="00620951"/>
    <w:rsid w:val="00620EA3"/>
    <w:rsid w:val="00632423"/>
    <w:rsid w:val="00633B5E"/>
    <w:rsid w:val="00635CE7"/>
    <w:rsid w:val="00635DE8"/>
    <w:rsid w:val="00637520"/>
    <w:rsid w:val="006405B6"/>
    <w:rsid w:val="006448B7"/>
    <w:rsid w:val="00647E3D"/>
    <w:rsid w:val="006556F2"/>
    <w:rsid w:val="006571DD"/>
    <w:rsid w:val="00662BAF"/>
    <w:rsid w:val="006647C8"/>
    <w:rsid w:val="00672BDA"/>
    <w:rsid w:val="00680247"/>
    <w:rsid w:val="00680609"/>
    <w:rsid w:val="006833DF"/>
    <w:rsid w:val="00685082"/>
    <w:rsid w:val="00686408"/>
    <w:rsid w:val="00686A3B"/>
    <w:rsid w:val="00692DFA"/>
    <w:rsid w:val="00695489"/>
    <w:rsid w:val="006A29A2"/>
    <w:rsid w:val="006A34FB"/>
    <w:rsid w:val="006B118C"/>
    <w:rsid w:val="006B37D0"/>
    <w:rsid w:val="006B5640"/>
    <w:rsid w:val="006B6508"/>
    <w:rsid w:val="006C0872"/>
    <w:rsid w:val="006C3666"/>
    <w:rsid w:val="006C3E03"/>
    <w:rsid w:val="006C458A"/>
    <w:rsid w:val="006C668E"/>
    <w:rsid w:val="006D2BCD"/>
    <w:rsid w:val="006D5A25"/>
    <w:rsid w:val="006D5ECC"/>
    <w:rsid w:val="006E0E56"/>
    <w:rsid w:val="006E16BD"/>
    <w:rsid w:val="006E28E6"/>
    <w:rsid w:val="006E5B83"/>
    <w:rsid w:val="006F3BB9"/>
    <w:rsid w:val="006F652F"/>
    <w:rsid w:val="006F72D7"/>
    <w:rsid w:val="007056E1"/>
    <w:rsid w:val="00707539"/>
    <w:rsid w:val="00713327"/>
    <w:rsid w:val="00714EAA"/>
    <w:rsid w:val="00716940"/>
    <w:rsid w:val="00720841"/>
    <w:rsid w:val="00726DFB"/>
    <w:rsid w:val="007329FD"/>
    <w:rsid w:val="00732BBD"/>
    <w:rsid w:val="00740848"/>
    <w:rsid w:val="00750B0F"/>
    <w:rsid w:val="007511A7"/>
    <w:rsid w:val="0075380D"/>
    <w:rsid w:val="007544EB"/>
    <w:rsid w:val="0075676A"/>
    <w:rsid w:val="0075695A"/>
    <w:rsid w:val="00756F9A"/>
    <w:rsid w:val="00757685"/>
    <w:rsid w:val="0076034E"/>
    <w:rsid w:val="0076054B"/>
    <w:rsid w:val="00764A27"/>
    <w:rsid w:val="007701AC"/>
    <w:rsid w:val="0077050F"/>
    <w:rsid w:val="00770790"/>
    <w:rsid w:val="00771771"/>
    <w:rsid w:val="0078017B"/>
    <w:rsid w:val="00785D26"/>
    <w:rsid w:val="00785D46"/>
    <w:rsid w:val="007863E6"/>
    <w:rsid w:val="007869D3"/>
    <w:rsid w:val="007903E8"/>
    <w:rsid w:val="00793A3C"/>
    <w:rsid w:val="00794E36"/>
    <w:rsid w:val="00794E48"/>
    <w:rsid w:val="007A0EDD"/>
    <w:rsid w:val="007A1519"/>
    <w:rsid w:val="007A1DD3"/>
    <w:rsid w:val="007A1DE8"/>
    <w:rsid w:val="007A5001"/>
    <w:rsid w:val="007A5EC8"/>
    <w:rsid w:val="007A642F"/>
    <w:rsid w:val="007A66EB"/>
    <w:rsid w:val="007A685F"/>
    <w:rsid w:val="007B0BA7"/>
    <w:rsid w:val="007B46DB"/>
    <w:rsid w:val="007B49FB"/>
    <w:rsid w:val="007B5DF0"/>
    <w:rsid w:val="007B794A"/>
    <w:rsid w:val="007B7BE9"/>
    <w:rsid w:val="007C1276"/>
    <w:rsid w:val="007C143F"/>
    <w:rsid w:val="007C2C61"/>
    <w:rsid w:val="007C6C43"/>
    <w:rsid w:val="007C7A28"/>
    <w:rsid w:val="007D54FC"/>
    <w:rsid w:val="007D661B"/>
    <w:rsid w:val="007E02B3"/>
    <w:rsid w:val="007E0409"/>
    <w:rsid w:val="007E1208"/>
    <w:rsid w:val="007E18AA"/>
    <w:rsid w:val="007E18F4"/>
    <w:rsid w:val="007E5C26"/>
    <w:rsid w:val="007F55B0"/>
    <w:rsid w:val="007F69B5"/>
    <w:rsid w:val="00801550"/>
    <w:rsid w:val="00801A2C"/>
    <w:rsid w:val="00802362"/>
    <w:rsid w:val="00802C30"/>
    <w:rsid w:val="00802EF5"/>
    <w:rsid w:val="008041B2"/>
    <w:rsid w:val="008067C1"/>
    <w:rsid w:val="00807F56"/>
    <w:rsid w:val="00814B4C"/>
    <w:rsid w:val="008150CE"/>
    <w:rsid w:val="008212E3"/>
    <w:rsid w:val="008224E4"/>
    <w:rsid w:val="00823F20"/>
    <w:rsid w:val="00824D22"/>
    <w:rsid w:val="0082696B"/>
    <w:rsid w:val="008275F5"/>
    <w:rsid w:val="00832DD2"/>
    <w:rsid w:val="00834A88"/>
    <w:rsid w:val="00835858"/>
    <w:rsid w:val="00843C15"/>
    <w:rsid w:val="00843CAE"/>
    <w:rsid w:val="0085189F"/>
    <w:rsid w:val="00851C5C"/>
    <w:rsid w:val="00860205"/>
    <w:rsid w:val="00863828"/>
    <w:rsid w:val="008658BA"/>
    <w:rsid w:val="00880419"/>
    <w:rsid w:val="0088440B"/>
    <w:rsid w:val="00885D9D"/>
    <w:rsid w:val="008919F2"/>
    <w:rsid w:val="00893297"/>
    <w:rsid w:val="00896859"/>
    <w:rsid w:val="008A29B8"/>
    <w:rsid w:val="008A34EA"/>
    <w:rsid w:val="008A5BCD"/>
    <w:rsid w:val="008A5D8B"/>
    <w:rsid w:val="008A68C3"/>
    <w:rsid w:val="008B346F"/>
    <w:rsid w:val="008B5769"/>
    <w:rsid w:val="008B6968"/>
    <w:rsid w:val="008C2CB6"/>
    <w:rsid w:val="008C52BE"/>
    <w:rsid w:val="008C65F0"/>
    <w:rsid w:val="008C66C2"/>
    <w:rsid w:val="008C741C"/>
    <w:rsid w:val="008D142C"/>
    <w:rsid w:val="008D1EEF"/>
    <w:rsid w:val="008D4634"/>
    <w:rsid w:val="008D4EEA"/>
    <w:rsid w:val="008D50D6"/>
    <w:rsid w:val="008D70E1"/>
    <w:rsid w:val="008E0D22"/>
    <w:rsid w:val="008E3EDF"/>
    <w:rsid w:val="008E6235"/>
    <w:rsid w:val="008F0A1F"/>
    <w:rsid w:val="008F0B50"/>
    <w:rsid w:val="008F153B"/>
    <w:rsid w:val="008F17F6"/>
    <w:rsid w:val="008F7D10"/>
    <w:rsid w:val="0090308C"/>
    <w:rsid w:val="0090679B"/>
    <w:rsid w:val="0091498F"/>
    <w:rsid w:val="0091786B"/>
    <w:rsid w:val="00917E60"/>
    <w:rsid w:val="009201A4"/>
    <w:rsid w:val="00922E2A"/>
    <w:rsid w:val="00927704"/>
    <w:rsid w:val="00927972"/>
    <w:rsid w:val="00932CB4"/>
    <w:rsid w:val="00932CDE"/>
    <w:rsid w:val="00935DFC"/>
    <w:rsid w:val="00936E8B"/>
    <w:rsid w:val="009370A4"/>
    <w:rsid w:val="009413AD"/>
    <w:rsid w:val="009413E5"/>
    <w:rsid w:val="00941F00"/>
    <w:rsid w:val="00945900"/>
    <w:rsid w:val="0094752E"/>
    <w:rsid w:val="009501C1"/>
    <w:rsid w:val="00951753"/>
    <w:rsid w:val="009555F3"/>
    <w:rsid w:val="00961763"/>
    <w:rsid w:val="00963517"/>
    <w:rsid w:val="009709A8"/>
    <w:rsid w:val="00972ADA"/>
    <w:rsid w:val="009759C0"/>
    <w:rsid w:val="00984EAD"/>
    <w:rsid w:val="009916BE"/>
    <w:rsid w:val="00993E42"/>
    <w:rsid w:val="00997FC4"/>
    <w:rsid w:val="009A160A"/>
    <w:rsid w:val="009A2A85"/>
    <w:rsid w:val="009B00AB"/>
    <w:rsid w:val="009B17B0"/>
    <w:rsid w:val="009B319F"/>
    <w:rsid w:val="009B399A"/>
    <w:rsid w:val="009B40FB"/>
    <w:rsid w:val="009B52E7"/>
    <w:rsid w:val="009B7278"/>
    <w:rsid w:val="009C180F"/>
    <w:rsid w:val="009C18E4"/>
    <w:rsid w:val="009C218C"/>
    <w:rsid w:val="009C54EB"/>
    <w:rsid w:val="009C5F60"/>
    <w:rsid w:val="009C607E"/>
    <w:rsid w:val="009C6B79"/>
    <w:rsid w:val="009C7945"/>
    <w:rsid w:val="009D0CB7"/>
    <w:rsid w:val="009D0F3C"/>
    <w:rsid w:val="009D19A6"/>
    <w:rsid w:val="009E2DA1"/>
    <w:rsid w:val="009E6EDE"/>
    <w:rsid w:val="009E707D"/>
    <w:rsid w:val="009E7F4A"/>
    <w:rsid w:val="009F64C1"/>
    <w:rsid w:val="00A00B6F"/>
    <w:rsid w:val="00A01CAF"/>
    <w:rsid w:val="00A02047"/>
    <w:rsid w:val="00A025C6"/>
    <w:rsid w:val="00A10E66"/>
    <w:rsid w:val="00A11EB4"/>
    <w:rsid w:val="00A1244E"/>
    <w:rsid w:val="00A12EFF"/>
    <w:rsid w:val="00A26C9C"/>
    <w:rsid w:val="00A2783B"/>
    <w:rsid w:val="00A35D25"/>
    <w:rsid w:val="00A3690A"/>
    <w:rsid w:val="00A40162"/>
    <w:rsid w:val="00A42E85"/>
    <w:rsid w:val="00A440B5"/>
    <w:rsid w:val="00A4677A"/>
    <w:rsid w:val="00A5243D"/>
    <w:rsid w:val="00A52CEB"/>
    <w:rsid w:val="00A53DC2"/>
    <w:rsid w:val="00A5575C"/>
    <w:rsid w:val="00A603FE"/>
    <w:rsid w:val="00A6380A"/>
    <w:rsid w:val="00A664D6"/>
    <w:rsid w:val="00A66560"/>
    <w:rsid w:val="00A71838"/>
    <w:rsid w:val="00A719B9"/>
    <w:rsid w:val="00A75941"/>
    <w:rsid w:val="00A77C45"/>
    <w:rsid w:val="00A800FB"/>
    <w:rsid w:val="00A83E57"/>
    <w:rsid w:val="00A86F54"/>
    <w:rsid w:val="00A87107"/>
    <w:rsid w:val="00A90D40"/>
    <w:rsid w:val="00A9262F"/>
    <w:rsid w:val="00A942AF"/>
    <w:rsid w:val="00AA36E2"/>
    <w:rsid w:val="00AA6577"/>
    <w:rsid w:val="00AB0E49"/>
    <w:rsid w:val="00AB14C3"/>
    <w:rsid w:val="00AB2594"/>
    <w:rsid w:val="00AB49E7"/>
    <w:rsid w:val="00AB7A0E"/>
    <w:rsid w:val="00AC1A13"/>
    <w:rsid w:val="00AC4AD4"/>
    <w:rsid w:val="00AD27AC"/>
    <w:rsid w:val="00AD2EA7"/>
    <w:rsid w:val="00AD331F"/>
    <w:rsid w:val="00AD3841"/>
    <w:rsid w:val="00AD5472"/>
    <w:rsid w:val="00AE05B5"/>
    <w:rsid w:val="00AE2E70"/>
    <w:rsid w:val="00AE4C40"/>
    <w:rsid w:val="00AE7FE0"/>
    <w:rsid w:val="00AF29DA"/>
    <w:rsid w:val="00B026FE"/>
    <w:rsid w:val="00B1021D"/>
    <w:rsid w:val="00B12128"/>
    <w:rsid w:val="00B14EA1"/>
    <w:rsid w:val="00B161C7"/>
    <w:rsid w:val="00B21196"/>
    <w:rsid w:val="00B2207A"/>
    <w:rsid w:val="00B256C1"/>
    <w:rsid w:val="00B26950"/>
    <w:rsid w:val="00B26C43"/>
    <w:rsid w:val="00B35326"/>
    <w:rsid w:val="00B41D4E"/>
    <w:rsid w:val="00B52C1A"/>
    <w:rsid w:val="00B54440"/>
    <w:rsid w:val="00B60DF3"/>
    <w:rsid w:val="00B7090B"/>
    <w:rsid w:val="00B70B38"/>
    <w:rsid w:val="00B7346E"/>
    <w:rsid w:val="00B7378D"/>
    <w:rsid w:val="00B74824"/>
    <w:rsid w:val="00B764FC"/>
    <w:rsid w:val="00B77542"/>
    <w:rsid w:val="00B91E14"/>
    <w:rsid w:val="00B950C8"/>
    <w:rsid w:val="00B96991"/>
    <w:rsid w:val="00BA0740"/>
    <w:rsid w:val="00BA13A0"/>
    <w:rsid w:val="00BA1476"/>
    <w:rsid w:val="00BA32E8"/>
    <w:rsid w:val="00BA500B"/>
    <w:rsid w:val="00BB2A60"/>
    <w:rsid w:val="00BB54B7"/>
    <w:rsid w:val="00BC07BB"/>
    <w:rsid w:val="00BC1A62"/>
    <w:rsid w:val="00BC3BD4"/>
    <w:rsid w:val="00BC5DC1"/>
    <w:rsid w:val="00BC7A30"/>
    <w:rsid w:val="00BD078E"/>
    <w:rsid w:val="00BD128B"/>
    <w:rsid w:val="00BD1C57"/>
    <w:rsid w:val="00BD3CCF"/>
    <w:rsid w:val="00BD6AAE"/>
    <w:rsid w:val="00BE4F87"/>
    <w:rsid w:val="00BE6CFC"/>
    <w:rsid w:val="00BE76C3"/>
    <w:rsid w:val="00BF4D7C"/>
    <w:rsid w:val="00BF7997"/>
    <w:rsid w:val="00C0007F"/>
    <w:rsid w:val="00C01049"/>
    <w:rsid w:val="00C01E92"/>
    <w:rsid w:val="00C06CE0"/>
    <w:rsid w:val="00C10A6A"/>
    <w:rsid w:val="00C14744"/>
    <w:rsid w:val="00C14C34"/>
    <w:rsid w:val="00C14D32"/>
    <w:rsid w:val="00C15716"/>
    <w:rsid w:val="00C15BB1"/>
    <w:rsid w:val="00C164AE"/>
    <w:rsid w:val="00C1676D"/>
    <w:rsid w:val="00C205D7"/>
    <w:rsid w:val="00C2166B"/>
    <w:rsid w:val="00C2207C"/>
    <w:rsid w:val="00C24F66"/>
    <w:rsid w:val="00C26C5D"/>
    <w:rsid w:val="00C27B07"/>
    <w:rsid w:val="00C333DB"/>
    <w:rsid w:val="00C41FC5"/>
    <w:rsid w:val="00C44EAA"/>
    <w:rsid w:val="00C4655E"/>
    <w:rsid w:val="00C46C6D"/>
    <w:rsid w:val="00C511BB"/>
    <w:rsid w:val="00C53A89"/>
    <w:rsid w:val="00C56C7A"/>
    <w:rsid w:val="00C576F2"/>
    <w:rsid w:val="00C61109"/>
    <w:rsid w:val="00C62340"/>
    <w:rsid w:val="00C64B83"/>
    <w:rsid w:val="00C70903"/>
    <w:rsid w:val="00C8246E"/>
    <w:rsid w:val="00C83346"/>
    <w:rsid w:val="00C83BF8"/>
    <w:rsid w:val="00C87C94"/>
    <w:rsid w:val="00C90E39"/>
    <w:rsid w:val="00C91D1D"/>
    <w:rsid w:val="00C966C3"/>
    <w:rsid w:val="00C96A97"/>
    <w:rsid w:val="00C97469"/>
    <w:rsid w:val="00CA525D"/>
    <w:rsid w:val="00CA56C2"/>
    <w:rsid w:val="00CA583B"/>
    <w:rsid w:val="00CA5F0B"/>
    <w:rsid w:val="00CA7318"/>
    <w:rsid w:val="00CB1932"/>
    <w:rsid w:val="00CB23A8"/>
    <w:rsid w:val="00CC02A9"/>
    <w:rsid w:val="00CC05C0"/>
    <w:rsid w:val="00CC1174"/>
    <w:rsid w:val="00CC17F5"/>
    <w:rsid w:val="00CC205F"/>
    <w:rsid w:val="00CC579C"/>
    <w:rsid w:val="00CC641C"/>
    <w:rsid w:val="00CC6790"/>
    <w:rsid w:val="00CC6862"/>
    <w:rsid w:val="00CC6D73"/>
    <w:rsid w:val="00CC7810"/>
    <w:rsid w:val="00CD11E3"/>
    <w:rsid w:val="00CD1E05"/>
    <w:rsid w:val="00CE3BD4"/>
    <w:rsid w:val="00CE50DF"/>
    <w:rsid w:val="00CE79C3"/>
    <w:rsid w:val="00CF0260"/>
    <w:rsid w:val="00CF2B77"/>
    <w:rsid w:val="00CF4303"/>
    <w:rsid w:val="00CF45BF"/>
    <w:rsid w:val="00CF466F"/>
    <w:rsid w:val="00CF4763"/>
    <w:rsid w:val="00CF62E6"/>
    <w:rsid w:val="00CF6DFF"/>
    <w:rsid w:val="00CF7CBB"/>
    <w:rsid w:val="00D003DF"/>
    <w:rsid w:val="00D00DD9"/>
    <w:rsid w:val="00D0552A"/>
    <w:rsid w:val="00D05D70"/>
    <w:rsid w:val="00D11B46"/>
    <w:rsid w:val="00D14ABB"/>
    <w:rsid w:val="00D16E13"/>
    <w:rsid w:val="00D17409"/>
    <w:rsid w:val="00D215F9"/>
    <w:rsid w:val="00D2667B"/>
    <w:rsid w:val="00D31873"/>
    <w:rsid w:val="00D35B14"/>
    <w:rsid w:val="00D40650"/>
    <w:rsid w:val="00D45A24"/>
    <w:rsid w:val="00D466B0"/>
    <w:rsid w:val="00D5110E"/>
    <w:rsid w:val="00D54587"/>
    <w:rsid w:val="00D559F8"/>
    <w:rsid w:val="00D63405"/>
    <w:rsid w:val="00D65522"/>
    <w:rsid w:val="00D66444"/>
    <w:rsid w:val="00D71A54"/>
    <w:rsid w:val="00D73029"/>
    <w:rsid w:val="00D803B6"/>
    <w:rsid w:val="00D81991"/>
    <w:rsid w:val="00D8202D"/>
    <w:rsid w:val="00D8419A"/>
    <w:rsid w:val="00D871C5"/>
    <w:rsid w:val="00D902FD"/>
    <w:rsid w:val="00D90CCE"/>
    <w:rsid w:val="00D94960"/>
    <w:rsid w:val="00D95E38"/>
    <w:rsid w:val="00DA2EE6"/>
    <w:rsid w:val="00DA4214"/>
    <w:rsid w:val="00DA65A2"/>
    <w:rsid w:val="00DA6626"/>
    <w:rsid w:val="00DB0A9B"/>
    <w:rsid w:val="00DB360F"/>
    <w:rsid w:val="00DB3F2A"/>
    <w:rsid w:val="00DC2ACF"/>
    <w:rsid w:val="00DC4F2F"/>
    <w:rsid w:val="00DC5987"/>
    <w:rsid w:val="00DD3FA2"/>
    <w:rsid w:val="00DD6CA9"/>
    <w:rsid w:val="00DD75FF"/>
    <w:rsid w:val="00DE2F1D"/>
    <w:rsid w:val="00DE6DFB"/>
    <w:rsid w:val="00DE7F48"/>
    <w:rsid w:val="00DF198D"/>
    <w:rsid w:val="00DF3AE1"/>
    <w:rsid w:val="00DF44DF"/>
    <w:rsid w:val="00E00A28"/>
    <w:rsid w:val="00E023F6"/>
    <w:rsid w:val="00E03DBB"/>
    <w:rsid w:val="00E05AE9"/>
    <w:rsid w:val="00E06F5C"/>
    <w:rsid w:val="00E17B2C"/>
    <w:rsid w:val="00E26ECD"/>
    <w:rsid w:val="00E3047E"/>
    <w:rsid w:val="00E35C99"/>
    <w:rsid w:val="00E35E94"/>
    <w:rsid w:val="00E4044D"/>
    <w:rsid w:val="00E40886"/>
    <w:rsid w:val="00E45DC4"/>
    <w:rsid w:val="00E50FB7"/>
    <w:rsid w:val="00E53F79"/>
    <w:rsid w:val="00E60C35"/>
    <w:rsid w:val="00E630D0"/>
    <w:rsid w:val="00E64C9D"/>
    <w:rsid w:val="00E660D5"/>
    <w:rsid w:val="00E6777E"/>
    <w:rsid w:val="00E67898"/>
    <w:rsid w:val="00E70954"/>
    <w:rsid w:val="00E7109E"/>
    <w:rsid w:val="00E7137C"/>
    <w:rsid w:val="00E72C32"/>
    <w:rsid w:val="00E76BD3"/>
    <w:rsid w:val="00E83046"/>
    <w:rsid w:val="00E83B76"/>
    <w:rsid w:val="00E84F97"/>
    <w:rsid w:val="00E85FC6"/>
    <w:rsid w:val="00E8784C"/>
    <w:rsid w:val="00E919F1"/>
    <w:rsid w:val="00E91E32"/>
    <w:rsid w:val="00E92393"/>
    <w:rsid w:val="00E949BB"/>
    <w:rsid w:val="00EA2DE6"/>
    <w:rsid w:val="00EA2E94"/>
    <w:rsid w:val="00EA3E87"/>
    <w:rsid w:val="00EA5059"/>
    <w:rsid w:val="00EA5E84"/>
    <w:rsid w:val="00EA6BE5"/>
    <w:rsid w:val="00EB0A4B"/>
    <w:rsid w:val="00EB1E79"/>
    <w:rsid w:val="00EB6381"/>
    <w:rsid w:val="00EC13E4"/>
    <w:rsid w:val="00EC5860"/>
    <w:rsid w:val="00EC63AD"/>
    <w:rsid w:val="00ED5406"/>
    <w:rsid w:val="00ED5852"/>
    <w:rsid w:val="00ED5E2E"/>
    <w:rsid w:val="00ED7F17"/>
    <w:rsid w:val="00EE3CB0"/>
    <w:rsid w:val="00EE45E0"/>
    <w:rsid w:val="00EE52DD"/>
    <w:rsid w:val="00F00FD7"/>
    <w:rsid w:val="00F039DA"/>
    <w:rsid w:val="00F05D4F"/>
    <w:rsid w:val="00F060FD"/>
    <w:rsid w:val="00F116F4"/>
    <w:rsid w:val="00F129A4"/>
    <w:rsid w:val="00F1310F"/>
    <w:rsid w:val="00F1670B"/>
    <w:rsid w:val="00F1693F"/>
    <w:rsid w:val="00F20BD1"/>
    <w:rsid w:val="00F2162D"/>
    <w:rsid w:val="00F21955"/>
    <w:rsid w:val="00F23653"/>
    <w:rsid w:val="00F23CCE"/>
    <w:rsid w:val="00F259BD"/>
    <w:rsid w:val="00F25A4E"/>
    <w:rsid w:val="00F26E65"/>
    <w:rsid w:val="00F272B0"/>
    <w:rsid w:val="00F34303"/>
    <w:rsid w:val="00F35081"/>
    <w:rsid w:val="00F35E94"/>
    <w:rsid w:val="00F3727D"/>
    <w:rsid w:val="00F413D8"/>
    <w:rsid w:val="00F4374C"/>
    <w:rsid w:val="00F43936"/>
    <w:rsid w:val="00F43BD5"/>
    <w:rsid w:val="00F45007"/>
    <w:rsid w:val="00F4782F"/>
    <w:rsid w:val="00F56665"/>
    <w:rsid w:val="00F6018A"/>
    <w:rsid w:val="00F63F42"/>
    <w:rsid w:val="00F721F1"/>
    <w:rsid w:val="00F76BD4"/>
    <w:rsid w:val="00F81C94"/>
    <w:rsid w:val="00F9209C"/>
    <w:rsid w:val="00F94EA2"/>
    <w:rsid w:val="00F9579D"/>
    <w:rsid w:val="00F9645B"/>
    <w:rsid w:val="00F96883"/>
    <w:rsid w:val="00FA19C5"/>
    <w:rsid w:val="00FA1EB5"/>
    <w:rsid w:val="00FA21AA"/>
    <w:rsid w:val="00FA444D"/>
    <w:rsid w:val="00FA64BC"/>
    <w:rsid w:val="00FA7622"/>
    <w:rsid w:val="00FB0712"/>
    <w:rsid w:val="00FB0A23"/>
    <w:rsid w:val="00FB1981"/>
    <w:rsid w:val="00FB389A"/>
    <w:rsid w:val="00FB5DD6"/>
    <w:rsid w:val="00FB7537"/>
    <w:rsid w:val="00FC433D"/>
    <w:rsid w:val="00FC5CAC"/>
    <w:rsid w:val="00FD04C9"/>
    <w:rsid w:val="00FD0C33"/>
    <w:rsid w:val="00FD2307"/>
    <w:rsid w:val="00FD3C40"/>
    <w:rsid w:val="00FD489F"/>
    <w:rsid w:val="00FE14DD"/>
    <w:rsid w:val="00FE2E77"/>
    <w:rsid w:val="00FE34B5"/>
    <w:rsid w:val="00FE359C"/>
    <w:rsid w:val="00FE52FD"/>
    <w:rsid w:val="00FF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68F16"/>
  <w14:defaultImageDpi w14:val="0"/>
  <w15:docId w15:val="{EC9BBB7F-9810-47A4-8CCB-405709BE1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D00DD9"/>
    <w:pPr>
      <w:keepNext/>
      <w:keepLines/>
      <w:suppressLineNumbers/>
      <w:ind w:left="1064"/>
      <w:jc w:val="right"/>
    </w:pPr>
    <w:rPr>
      <w:rFonts w:eastAsia="SimSun"/>
      <w:b/>
      <w:bCs/>
      <w:kern w:val="1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D559F8"/>
    <w:pPr>
      <w:widowControl/>
      <w:suppressAutoHyphens w:val="0"/>
      <w:spacing w:after="560" w:line="240" w:lineRule="auto"/>
      <w:jc w:val="left"/>
    </w:pPr>
    <w:rPr>
      <w:b/>
      <w:bCs/>
    </w:rPr>
  </w:style>
  <w:style w:type="character" w:customStyle="1" w:styleId="PealkiriMrk">
    <w:name w:val="Pealkiri Märk"/>
    <w:basedOn w:val="Liguvaikefont"/>
    <w:link w:val="Pealkiri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Kuupev">
    <w:name w:val="Date"/>
    <w:basedOn w:val="Normaallaad"/>
    <w:link w:val="KuupevMrk"/>
    <w:autoRedefine/>
    <w:uiPriority w:val="99"/>
    <w:qFormat/>
    <w:rsid w:val="006556F2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KuupevMrk">
    <w:name w:val="Kuupäev Märk"/>
    <w:basedOn w:val="Liguvaikefont"/>
    <w:link w:val="Kuupev"/>
    <w:uiPriority w:val="99"/>
    <w:semiHidden/>
    <w:locked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C90E39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styleId="Normaallaadveeb">
    <w:name w:val="Normal (Web)"/>
    <w:basedOn w:val="Normaallaad"/>
    <w:uiPriority w:val="99"/>
    <w:unhideWhenUsed/>
    <w:rsid w:val="00F43936"/>
    <w:rPr>
      <w:rFonts w:cs="Mangal"/>
      <w:szCs w:val="21"/>
    </w:rPr>
  </w:style>
  <w:style w:type="table" w:styleId="Kontuurtabel">
    <w:name w:val="Table Grid"/>
    <w:basedOn w:val="Normaaltabel"/>
    <w:uiPriority w:val="59"/>
    <w:rsid w:val="00F43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hatekst">
    <w:name w:val="Body Text"/>
    <w:basedOn w:val="Normaallaad"/>
    <w:link w:val="KehatekstMrk"/>
    <w:uiPriority w:val="99"/>
    <w:rsid w:val="007F69B5"/>
    <w:pPr>
      <w:widowControl/>
      <w:suppressAutoHyphens w:val="0"/>
      <w:spacing w:after="220" w:line="220" w:lineRule="atLeast"/>
    </w:pPr>
    <w:rPr>
      <w:rFonts w:eastAsia="Times New Roman"/>
      <w:spacing w:val="-5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uiPriority w:val="99"/>
    <w:locked/>
    <w:rsid w:val="007F69B5"/>
    <w:rPr>
      <w:rFonts w:cs="Times New Roman"/>
      <w:spacing w:val="-5"/>
      <w:sz w:val="24"/>
      <w:szCs w:val="24"/>
      <w:lang w:val="x-none" w:eastAsia="en-US"/>
    </w:rPr>
  </w:style>
  <w:style w:type="paragraph" w:customStyle="1" w:styleId="BodyText21">
    <w:name w:val="Body Text 21"/>
    <w:basedOn w:val="Normaallaad"/>
    <w:rsid w:val="007F69B5"/>
    <w:pPr>
      <w:widowControl/>
      <w:spacing w:before="240" w:line="240" w:lineRule="auto"/>
    </w:pPr>
    <w:rPr>
      <w:rFonts w:eastAsia="Times New Roman"/>
      <w:kern w:val="0"/>
      <w:lang w:val="en-GB" w:eastAsia="ar-SA" w:bidi="ar-SA"/>
    </w:rPr>
  </w:style>
  <w:style w:type="paragraph" w:styleId="HTML-eelvormindatud">
    <w:name w:val="HTML Preformatted"/>
    <w:basedOn w:val="Normaallaad"/>
    <w:link w:val="HTML-eelvormindatudMrk"/>
    <w:uiPriority w:val="99"/>
    <w:unhideWhenUsed/>
    <w:rsid w:val="007F69B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eastAsia="Times New Roman" w:hAnsi="Courier New" w:cs="Courier New"/>
      <w:color w:val="000000"/>
      <w:kern w:val="0"/>
      <w:sz w:val="20"/>
      <w:szCs w:val="20"/>
      <w:lang w:eastAsia="et-EE" w:bidi="ar-SA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locked/>
    <w:rsid w:val="007F69B5"/>
    <w:rPr>
      <w:rFonts w:ascii="Courier New" w:hAnsi="Courier New" w:cs="Courier New"/>
      <w:color w:val="000000"/>
    </w:rPr>
  </w:style>
  <w:style w:type="paragraph" w:customStyle="1" w:styleId="Default">
    <w:name w:val="Default"/>
    <w:rsid w:val="007F69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Char1">
    <w:name w:val="Body Text Char1"/>
    <w:uiPriority w:val="99"/>
    <w:locked/>
    <w:rsid w:val="009D0F3C"/>
    <w:rPr>
      <w:rFonts w:ascii="Times New Roman" w:hAnsi="Times New Roman"/>
      <w:sz w:val="24"/>
      <w:lang w:val="x-none" w:eastAsia="en-US"/>
    </w:rPr>
  </w:style>
  <w:style w:type="paragraph" w:styleId="Vahedeta">
    <w:name w:val="No Spacing"/>
    <w:uiPriority w:val="1"/>
    <w:qFormat/>
    <w:rsid w:val="00637520"/>
    <w:pPr>
      <w:jc w:val="both"/>
    </w:pPr>
    <w:rPr>
      <w:rFonts w:eastAsiaTheme="minorEastAsia"/>
      <w:sz w:val="24"/>
      <w:szCs w:val="24"/>
      <w:lang w:eastAsia="en-US"/>
    </w:rPr>
  </w:style>
  <w:style w:type="paragraph" w:customStyle="1" w:styleId="Snum">
    <w:name w:val="Sõnum"/>
    <w:autoRedefine/>
    <w:qFormat/>
    <w:rsid w:val="00F9209C"/>
    <w:pPr>
      <w:tabs>
        <w:tab w:val="left" w:pos="5670"/>
      </w:tabs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Adressaat">
    <w:name w:val="Adressaat"/>
    <w:autoRedefine/>
    <w:qFormat/>
    <w:rsid w:val="009D0CB7"/>
    <w:rPr>
      <w:rFonts w:eastAsia="SimSun"/>
      <w:kern w:val="24"/>
      <w:sz w:val="24"/>
      <w:szCs w:val="24"/>
      <w:lang w:eastAsia="zh-CN" w:bidi="hi-IN"/>
    </w:rPr>
  </w:style>
  <w:style w:type="character" w:customStyle="1" w:styleId="tyhik">
    <w:name w:val="tyhik"/>
    <w:basedOn w:val="Liguvaikefont"/>
    <w:rsid w:val="005B236D"/>
  </w:style>
  <w:style w:type="character" w:styleId="Lahendamatamainimine">
    <w:name w:val="Unresolved Mention"/>
    <w:basedOn w:val="Liguvaikefont"/>
    <w:uiPriority w:val="99"/>
    <w:semiHidden/>
    <w:unhideWhenUsed/>
    <w:rsid w:val="00B748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8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risto@k-kummid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aisto.toiger@rescue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rthkjohvi.menetlus@kohus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cue@rescue.ee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M_yldplank_TN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693E632-6EE0-462D-BBA0-3915B3CEB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M_yldplank_TNR.dotx</Template>
  <TotalTime>62</TotalTime>
  <Pages>1</Pages>
  <Words>287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Taisto Toiger</cp:lastModifiedBy>
  <cp:revision>5</cp:revision>
  <cp:lastPrinted>2016-10-26T07:46:00Z</cp:lastPrinted>
  <dcterms:created xsi:type="dcterms:W3CDTF">2024-08-23T06:01:00Z</dcterms:created>
  <dcterms:modified xsi:type="dcterms:W3CDTF">2024-08-23T07:21:00Z</dcterms:modified>
</cp:coreProperties>
</file>